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D3585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3585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D3585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D35857">
        <w:t>bovenaan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6571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5857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C5B0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CEB131A-F012-4C5F-A137-092C725D83DA}"/>
</file>

<file path=customXml/itemProps2.xml><?xml version="1.0" encoding="utf-8"?>
<ds:datastoreItem xmlns:ds="http://schemas.openxmlformats.org/officeDocument/2006/customXml" ds:itemID="{9AE2BBFC-7DD3-44F6-9A8D-5D07F782C158}"/>
</file>

<file path=customXml/itemProps3.xml><?xml version="1.0" encoding="utf-8"?>
<ds:datastoreItem xmlns:ds="http://schemas.openxmlformats.org/officeDocument/2006/customXml" ds:itemID="{1D4DB877-65C0-4670-B585-4A4F2844107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